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E894A1" w14:textId="77777777" w:rsidR="006E2144" w:rsidRPr="00882D69" w:rsidRDefault="006E2144" w:rsidP="004E14E1">
      <w:pPr>
        <w:jc w:val="center"/>
        <w:rPr>
          <w:b/>
          <w:bCs/>
          <w:sz w:val="22"/>
          <w:szCs w:val="22"/>
        </w:rPr>
      </w:pPr>
    </w:p>
    <w:p w14:paraId="519AAD65" w14:textId="77777777" w:rsidR="006E2144" w:rsidRPr="00882D69" w:rsidRDefault="006E2144" w:rsidP="004E14E1">
      <w:pPr>
        <w:jc w:val="center"/>
        <w:rPr>
          <w:b/>
          <w:bCs/>
          <w:sz w:val="22"/>
          <w:szCs w:val="22"/>
        </w:rPr>
      </w:pPr>
    </w:p>
    <w:p w14:paraId="35FACB6B" w14:textId="77777777" w:rsidR="00B41319" w:rsidRPr="00882D69" w:rsidRDefault="004E14E1" w:rsidP="004E14E1">
      <w:pPr>
        <w:jc w:val="center"/>
        <w:rPr>
          <w:sz w:val="22"/>
          <w:szCs w:val="22"/>
        </w:rPr>
      </w:pPr>
      <w:r w:rsidRPr="00882D69">
        <w:rPr>
          <w:b/>
          <w:bCs/>
          <w:sz w:val="22"/>
          <w:szCs w:val="22"/>
        </w:rPr>
        <w:t>ÜÜRIPINNA</w:t>
      </w:r>
      <w:r w:rsidR="007049AD" w:rsidRPr="00882D69">
        <w:rPr>
          <w:b/>
          <w:bCs/>
          <w:sz w:val="22"/>
          <w:szCs w:val="22"/>
        </w:rPr>
        <w:t xml:space="preserve"> </w:t>
      </w:r>
      <w:r w:rsidRPr="00882D69">
        <w:rPr>
          <w:b/>
          <w:bCs/>
          <w:sz w:val="22"/>
          <w:szCs w:val="22"/>
        </w:rPr>
        <w:t>ÜLEANDMISE-</w:t>
      </w:r>
      <w:r w:rsidR="00B41319" w:rsidRPr="00882D69">
        <w:rPr>
          <w:b/>
          <w:bCs/>
          <w:sz w:val="22"/>
          <w:szCs w:val="22"/>
        </w:rPr>
        <w:t xml:space="preserve">VASTUVÕTMISE </w:t>
      </w:r>
      <w:r w:rsidR="006E2144" w:rsidRPr="00882D69">
        <w:rPr>
          <w:b/>
          <w:bCs/>
          <w:sz w:val="22"/>
          <w:szCs w:val="22"/>
        </w:rPr>
        <w:t>AKT</w:t>
      </w:r>
    </w:p>
    <w:p w14:paraId="715A8589" w14:textId="77777777" w:rsidR="00DF16DE" w:rsidRDefault="00DF16DE" w:rsidP="001A3650">
      <w:pPr>
        <w:jc w:val="both"/>
        <w:rPr>
          <w:sz w:val="22"/>
          <w:szCs w:val="22"/>
        </w:rPr>
      </w:pPr>
    </w:p>
    <w:p w14:paraId="38C1C56B" w14:textId="77777777" w:rsidR="005223B0" w:rsidRPr="00882D69" w:rsidRDefault="005223B0" w:rsidP="001A3650">
      <w:pPr>
        <w:jc w:val="both"/>
        <w:rPr>
          <w:sz w:val="22"/>
          <w:szCs w:val="22"/>
        </w:rPr>
      </w:pPr>
    </w:p>
    <w:p w14:paraId="7CBF5C08" w14:textId="627DA958" w:rsidR="00DF16DE" w:rsidRPr="00882D69" w:rsidRDefault="00DF16DE" w:rsidP="00DF16DE">
      <w:pPr>
        <w:tabs>
          <w:tab w:val="left" w:pos="5670"/>
        </w:tabs>
        <w:jc w:val="both"/>
        <w:rPr>
          <w:b/>
          <w:sz w:val="22"/>
          <w:szCs w:val="22"/>
        </w:rPr>
      </w:pPr>
      <w:r w:rsidRPr="00882D69">
        <w:rPr>
          <w:b/>
          <w:sz w:val="22"/>
          <w:szCs w:val="22"/>
        </w:rPr>
        <w:t xml:space="preserve">Käesolevale aktile alla kirjutades kinnitavad Üleandja ja Vastuvõtja, et üüripind on üle antud ja vastu võetud seisuga </w:t>
      </w:r>
      <w:r w:rsidR="00BD79A7">
        <w:rPr>
          <w:b/>
          <w:sz w:val="22"/>
          <w:szCs w:val="22"/>
        </w:rPr>
        <w:t>01.0</w:t>
      </w:r>
      <w:r w:rsidR="00344B03">
        <w:rPr>
          <w:b/>
          <w:sz w:val="22"/>
          <w:szCs w:val="22"/>
        </w:rPr>
        <w:t>8</w:t>
      </w:r>
      <w:r w:rsidR="00BD79A7">
        <w:rPr>
          <w:b/>
          <w:sz w:val="22"/>
          <w:szCs w:val="22"/>
        </w:rPr>
        <w:t>.20</w:t>
      </w:r>
      <w:r w:rsidR="009C4B4F">
        <w:rPr>
          <w:b/>
          <w:sz w:val="22"/>
          <w:szCs w:val="22"/>
        </w:rPr>
        <w:t>2</w:t>
      </w:r>
      <w:r w:rsidR="00344B03">
        <w:rPr>
          <w:b/>
          <w:sz w:val="22"/>
          <w:szCs w:val="22"/>
        </w:rPr>
        <w:t>1</w:t>
      </w:r>
      <w:r w:rsidRPr="00882D69">
        <w:rPr>
          <w:b/>
          <w:sz w:val="22"/>
          <w:szCs w:val="22"/>
        </w:rPr>
        <w:t xml:space="preserve">. </w:t>
      </w:r>
      <w:r w:rsidR="004F2796">
        <w:rPr>
          <w:b/>
          <w:sz w:val="22"/>
          <w:szCs w:val="22"/>
        </w:rPr>
        <w:t xml:space="preserve">Üüri ja </w:t>
      </w:r>
      <w:proofErr w:type="spellStart"/>
      <w:r w:rsidR="004F2796">
        <w:rPr>
          <w:b/>
          <w:sz w:val="22"/>
          <w:szCs w:val="22"/>
        </w:rPr>
        <w:t>kõrvalteenuste</w:t>
      </w:r>
      <w:proofErr w:type="spellEnd"/>
      <w:r w:rsidR="004F2796">
        <w:rPr>
          <w:b/>
          <w:sz w:val="22"/>
          <w:szCs w:val="22"/>
        </w:rPr>
        <w:t xml:space="preserve"> tasu arvestus algab 01.0</w:t>
      </w:r>
      <w:r w:rsidR="00344B03">
        <w:rPr>
          <w:b/>
          <w:sz w:val="22"/>
          <w:szCs w:val="22"/>
        </w:rPr>
        <w:t>8</w:t>
      </w:r>
      <w:r w:rsidR="004F2796">
        <w:rPr>
          <w:b/>
          <w:sz w:val="22"/>
          <w:szCs w:val="22"/>
        </w:rPr>
        <w:t>.20</w:t>
      </w:r>
      <w:r w:rsidR="009C4B4F">
        <w:rPr>
          <w:b/>
          <w:sz w:val="22"/>
          <w:szCs w:val="22"/>
        </w:rPr>
        <w:t>2</w:t>
      </w:r>
      <w:r w:rsidR="00344B03">
        <w:rPr>
          <w:b/>
          <w:sz w:val="22"/>
          <w:szCs w:val="22"/>
        </w:rPr>
        <w:t>1</w:t>
      </w:r>
      <w:r w:rsidR="004F2796">
        <w:rPr>
          <w:b/>
          <w:sz w:val="22"/>
          <w:szCs w:val="22"/>
        </w:rPr>
        <w:t>.</w:t>
      </w:r>
      <w:r w:rsidR="007316C9">
        <w:rPr>
          <w:b/>
          <w:sz w:val="22"/>
          <w:szCs w:val="22"/>
        </w:rPr>
        <w:t xml:space="preserve"> </w:t>
      </w:r>
    </w:p>
    <w:p w14:paraId="543A87A8" w14:textId="77777777" w:rsidR="00DF16DE" w:rsidRPr="00882D69" w:rsidRDefault="00DF16DE">
      <w:pPr>
        <w:rPr>
          <w:sz w:val="22"/>
          <w:szCs w:val="22"/>
        </w:rPr>
      </w:pPr>
    </w:p>
    <w:p w14:paraId="64730F78" w14:textId="6E10AF41" w:rsidR="00DF16DE" w:rsidRPr="00882D69" w:rsidRDefault="007049AD" w:rsidP="00DF16DE">
      <w:pPr>
        <w:rPr>
          <w:b/>
          <w:sz w:val="22"/>
          <w:szCs w:val="22"/>
        </w:rPr>
      </w:pPr>
      <w:r w:rsidRPr="00882D69">
        <w:rPr>
          <w:b/>
          <w:sz w:val="22"/>
          <w:szCs w:val="22"/>
        </w:rPr>
        <w:t>Üüripinna üleandja</w:t>
      </w:r>
      <w:r w:rsidR="00DF16DE" w:rsidRPr="00882D69">
        <w:rPr>
          <w:b/>
          <w:sz w:val="22"/>
          <w:szCs w:val="22"/>
        </w:rPr>
        <w:t xml:space="preserve">: </w:t>
      </w:r>
      <w:r w:rsidR="00134793">
        <w:rPr>
          <w:b/>
          <w:sz w:val="22"/>
          <w:szCs w:val="22"/>
        </w:rPr>
        <w:t xml:space="preserve">RKAS, esindajad </w:t>
      </w:r>
      <w:r w:rsidR="00344B03">
        <w:rPr>
          <w:b/>
          <w:sz w:val="22"/>
          <w:szCs w:val="22"/>
        </w:rPr>
        <w:t>Erich Tohvre</w:t>
      </w:r>
      <w:r w:rsidR="004A317C">
        <w:rPr>
          <w:b/>
          <w:sz w:val="22"/>
          <w:szCs w:val="22"/>
        </w:rPr>
        <w:t xml:space="preserve"> ja </w:t>
      </w:r>
      <w:r w:rsidR="00344B03">
        <w:rPr>
          <w:b/>
          <w:sz w:val="22"/>
          <w:szCs w:val="22"/>
        </w:rPr>
        <w:t>Tõnu Ohakas</w:t>
      </w:r>
    </w:p>
    <w:p w14:paraId="2D256DD3" w14:textId="7D92CB1A" w:rsidR="00DF16DE" w:rsidRPr="00882D69" w:rsidRDefault="00DF16DE" w:rsidP="00DF16DE">
      <w:pPr>
        <w:rPr>
          <w:b/>
          <w:sz w:val="22"/>
          <w:szCs w:val="22"/>
        </w:rPr>
      </w:pPr>
      <w:r w:rsidRPr="00882D69">
        <w:rPr>
          <w:b/>
          <w:sz w:val="22"/>
          <w:szCs w:val="22"/>
        </w:rPr>
        <w:t xml:space="preserve">Vastuvõtja: </w:t>
      </w:r>
      <w:r w:rsidR="00344B03">
        <w:rPr>
          <w:b/>
          <w:sz w:val="22"/>
          <w:szCs w:val="22"/>
        </w:rPr>
        <w:t>Politsei- ja Piirivalveamet</w:t>
      </w:r>
      <w:r w:rsidR="00134793">
        <w:rPr>
          <w:b/>
          <w:sz w:val="22"/>
          <w:szCs w:val="22"/>
        </w:rPr>
        <w:t xml:space="preserve">, esindaja </w:t>
      </w:r>
      <w:r w:rsidR="00344B03">
        <w:rPr>
          <w:b/>
          <w:sz w:val="22"/>
          <w:szCs w:val="22"/>
        </w:rPr>
        <w:t>Priit Pitsi</w:t>
      </w:r>
    </w:p>
    <w:p w14:paraId="0FF2FB77" w14:textId="77777777" w:rsidR="00B41319" w:rsidRPr="00882D69" w:rsidRDefault="00B41319">
      <w:pPr>
        <w:rPr>
          <w:sz w:val="22"/>
          <w:szCs w:val="22"/>
        </w:rPr>
      </w:pPr>
      <w:r w:rsidRPr="00882D69">
        <w:rPr>
          <w:sz w:val="22"/>
          <w:szCs w:val="22"/>
        </w:rPr>
        <w:t> </w:t>
      </w:r>
    </w:p>
    <w:p w14:paraId="1F4D4297" w14:textId="209AFC46" w:rsidR="00532AEE" w:rsidRDefault="00B41319" w:rsidP="00BD79A7">
      <w:pPr>
        <w:pStyle w:val="Loendilik"/>
        <w:numPr>
          <w:ilvl w:val="0"/>
          <w:numId w:val="24"/>
        </w:numPr>
        <w:jc w:val="both"/>
        <w:rPr>
          <w:sz w:val="22"/>
          <w:szCs w:val="22"/>
        </w:rPr>
      </w:pPr>
      <w:r w:rsidRPr="00882D69">
        <w:rPr>
          <w:sz w:val="22"/>
          <w:szCs w:val="22"/>
        </w:rPr>
        <w:t xml:space="preserve">Üleandja annab Vastuvõtjale üle </w:t>
      </w:r>
      <w:r w:rsidR="001A3650" w:rsidRPr="00882D69">
        <w:rPr>
          <w:sz w:val="22"/>
          <w:szCs w:val="22"/>
        </w:rPr>
        <w:t>üürilepingu</w:t>
      </w:r>
      <w:r w:rsidR="005223B0">
        <w:rPr>
          <w:sz w:val="22"/>
          <w:szCs w:val="22"/>
        </w:rPr>
        <w:t>st</w:t>
      </w:r>
      <w:r w:rsidR="001A3650" w:rsidRPr="00882D69">
        <w:rPr>
          <w:sz w:val="22"/>
          <w:szCs w:val="22"/>
        </w:rPr>
        <w:t xml:space="preserve"> nr</w:t>
      </w:r>
      <w:r w:rsidR="007049AD" w:rsidRPr="00882D69">
        <w:rPr>
          <w:sz w:val="22"/>
          <w:szCs w:val="22"/>
        </w:rPr>
        <w:t xml:space="preserve"> </w:t>
      </w:r>
      <w:r w:rsidR="00344B03">
        <w:rPr>
          <w:sz w:val="22"/>
          <w:szCs w:val="22"/>
        </w:rPr>
        <w:t>KPJ-4/2021-27</w:t>
      </w:r>
      <w:r w:rsidR="001A3650" w:rsidRPr="00882D69">
        <w:rPr>
          <w:sz w:val="22"/>
          <w:szCs w:val="22"/>
        </w:rPr>
        <w:t xml:space="preserve"> tulenevalt aadressil </w:t>
      </w:r>
      <w:r w:rsidR="00344B03">
        <w:rPr>
          <w:sz w:val="22"/>
          <w:szCs w:val="22"/>
        </w:rPr>
        <w:t>Kalevi</w:t>
      </w:r>
      <w:r w:rsidR="00F6563D">
        <w:rPr>
          <w:sz w:val="22"/>
          <w:szCs w:val="22"/>
        </w:rPr>
        <w:t xml:space="preserve"> 1</w:t>
      </w:r>
      <w:r w:rsidR="00344B03">
        <w:rPr>
          <w:sz w:val="22"/>
          <w:szCs w:val="22"/>
        </w:rPr>
        <w:t>A</w:t>
      </w:r>
      <w:r w:rsidR="00BD79A7" w:rsidRPr="00BD79A7">
        <w:rPr>
          <w:sz w:val="22"/>
          <w:szCs w:val="22"/>
        </w:rPr>
        <w:t xml:space="preserve">, </w:t>
      </w:r>
      <w:r w:rsidR="00344B03">
        <w:rPr>
          <w:sz w:val="22"/>
          <w:szCs w:val="22"/>
        </w:rPr>
        <w:t>Räpina linn</w:t>
      </w:r>
      <w:r w:rsidR="00BD79A7" w:rsidRPr="00BD79A7">
        <w:rPr>
          <w:sz w:val="22"/>
          <w:szCs w:val="22"/>
        </w:rPr>
        <w:t xml:space="preserve">,  </w:t>
      </w:r>
      <w:r w:rsidR="00344B03">
        <w:rPr>
          <w:sz w:val="22"/>
          <w:szCs w:val="22"/>
        </w:rPr>
        <w:t>Põlva</w:t>
      </w:r>
      <w:r w:rsidR="00BD79A7" w:rsidRPr="00BD79A7">
        <w:rPr>
          <w:sz w:val="22"/>
          <w:szCs w:val="22"/>
        </w:rPr>
        <w:t xml:space="preserve"> maakond</w:t>
      </w:r>
      <w:r w:rsidRPr="00882D69">
        <w:rPr>
          <w:sz w:val="22"/>
          <w:szCs w:val="22"/>
        </w:rPr>
        <w:t xml:space="preserve"> </w:t>
      </w:r>
      <w:r w:rsidR="001A3650" w:rsidRPr="00882D69">
        <w:rPr>
          <w:sz w:val="22"/>
          <w:szCs w:val="22"/>
        </w:rPr>
        <w:t>paikneva üüripinna alljärgnevas</w:t>
      </w:r>
      <w:r w:rsidRPr="00882D69">
        <w:rPr>
          <w:sz w:val="22"/>
          <w:szCs w:val="22"/>
        </w:rPr>
        <w:t>:</w:t>
      </w:r>
      <w:r w:rsidR="00755079">
        <w:rPr>
          <w:sz w:val="22"/>
          <w:szCs w:val="22"/>
        </w:rPr>
        <w:t xml:space="preserve"> üüripind on </w:t>
      </w:r>
      <w:r w:rsidR="00344B03">
        <w:rPr>
          <w:sz w:val="22"/>
          <w:szCs w:val="22"/>
        </w:rPr>
        <w:t>ruumid 129, 132 ja</w:t>
      </w:r>
      <w:r w:rsidR="006C650D">
        <w:rPr>
          <w:sz w:val="22"/>
          <w:szCs w:val="22"/>
        </w:rPr>
        <w:t xml:space="preserve"> 136</w:t>
      </w:r>
      <w:r w:rsidR="00344B03">
        <w:rPr>
          <w:sz w:val="22"/>
          <w:szCs w:val="22"/>
        </w:rPr>
        <w:t xml:space="preserve"> </w:t>
      </w:r>
      <w:r w:rsidR="00F6563D">
        <w:rPr>
          <w:sz w:val="22"/>
          <w:szCs w:val="22"/>
        </w:rPr>
        <w:t xml:space="preserve"> </w:t>
      </w:r>
      <w:r w:rsidR="00344B03">
        <w:rPr>
          <w:sz w:val="22"/>
          <w:szCs w:val="22"/>
        </w:rPr>
        <w:t xml:space="preserve">Räpina Keskkonnamaja 1.korrusel ning 3. </w:t>
      </w:r>
      <w:proofErr w:type="spellStart"/>
      <w:r w:rsidR="00344B03">
        <w:rPr>
          <w:sz w:val="22"/>
          <w:szCs w:val="22"/>
        </w:rPr>
        <w:t>garaaziboks</w:t>
      </w:r>
      <w:proofErr w:type="spellEnd"/>
      <w:r w:rsidR="00344B03">
        <w:rPr>
          <w:sz w:val="22"/>
          <w:szCs w:val="22"/>
        </w:rPr>
        <w:t xml:space="preserve"> </w:t>
      </w:r>
      <w:r w:rsidR="00532AEE">
        <w:rPr>
          <w:sz w:val="22"/>
          <w:szCs w:val="22"/>
        </w:rPr>
        <w:t>tehnilises hoones.</w:t>
      </w:r>
    </w:p>
    <w:p w14:paraId="74CCCD16" w14:textId="77777777" w:rsidR="00455582" w:rsidRDefault="00455582" w:rsidP="00455582">
      <w:pPr>
        <w:pStyle w:val="Loendilik"/>
        <w:jc w:val="both"/>
        <w:rPr>
          <w:sz w:val="22"/>
          <w:szCs w:val="22"/>
        </w:rPr>
      </w:pPr>
    </w:p>
    <w:p w14:paraId="0F695499" w14:textId="6FE4C604" w:rsidR="00F75D57" w:rsidRDefault="00532AEE" w:rsidP="00BD79A7">
      <w:pPr>
        <w:pStyle w:val="Loendilik"/>
        <w:numPr>
          <w:ilvl w:val="0"/>
          <w:numId w:val="24"/>
        </w:numPr>
        <w:jc w:val="both"/>
        <w:rPr>
          <w:sz w:val="22"/>
          <w:szCs w:val="22"/>
        </w:rPr>
      </w:pPr>
      <w:r>
        <w:rPr>
          <w:sz w:val="22"/>
          <w:szCs w:val="22"/>
        </w:rPr>
        <w:t>Tööd on teostatud/lõpetatud  vastavalt eelpool nimetatud üürilepingu lisa 6.1 kohaselt. Teostatud tööde kohta märkusi pole.</w:t>
      </w:r>
    </w:p>
    <w:p w14:paraId="6D6397BE" w14:textId="77777777" w:rsidR="00455582" w:rsidRPr="00455582" w:rsidRDefault="00455582" w:rsidP="00455582">
      <w:pPr>
        <w:pStyle w:val="Loendilik"/>
        <w:rPr>
          <w:sz w:val="22"/>
          <w:szCs w:val="22"/>
        </w:rPr>
      </w:pPr>
    </w:p>
    <w:p w14:paraId="368D7F90" w14:textId="77777777" w:rsidR="00455582" w:rsidRDefault="00455582" w:rsidP="00455582">
      <w:pPr>
        <w:pStyle w:val="Loendilik"/>
        <w:jc w:val="both"/>
        <w:rPr>
          <w:sz w:val="22"/>
          <w:szCs w:val="22"/>
        </w:rPr>
      </w:pPr>
    </w:p>
    <w:p w14:paraId="0E937A8A" w14:textId="74E60E28" w:rsidR="00455582" w:rsidRDefault="00F75D57" w:rsidP="00455582">
      <w:pPr>
        <w:pStyle w:val="Loendilik"/>
        <w:numPr>
          <w:ilvl w:val="0"/>
          <w:numId w:val="24"/>
        </w:numPr>
        <w:jc w:val="both"/>
        <w:rPr>
          <w:sz w:val="22"/>
          <w:szCs w:val="22"/>
        </w:rPr>
      </w:pPr>
      <w:r>
        <w:rPr>
          <w:sz w:val="22"/>
          <w:szCs w:val="22"/>
        </w:rPr>
        <w:t>Vastavalt PPA täiendava</w:t>
      </w:r>
      <w:r w:rsidR="00E9633A">
        <w:rPr>
          <w:sz w:val="22"/>
          <w:szCs w:val="22"/>
        </w:rPr>
        <w:t>te</w:t>
      </w:r>
      <w:r>
        <w:rPr>
          <w:sz w:val="22"/>
          <w:szCs w:val="22"/>
        </w:rPr>
        <w:t>le märkus</w:t>
      </w:r>
      <w:r w:rsidR="00E9633A">
        <w:rPr>
          <w:sz w:val="22"/>
          <w:szCs w:val="22"/>
        </w:rPr>
        <w:t>t</w:t>
      </w:r>
      <w:r>
        <w:rPr>
          <w:sz w:val="22"/>
          <w:szCs w:val="22"/>
        </w:rPr>
        <w:t>ele</w:t>
      </w:r>
      <w:r w:rsidR="00E9633A">
        <w:rPr>
          <w:sz w:val="22"/>
          <w:szCs w:val="22"/>
        </w:rPr>
        <w:t>/vajadustele</w:t>
      </w:r>
      <w:r>
        <w:rPr>
          <w:sz w:val="22"/>
          <w:szCs w:val="22"/>
        </w:rPr>
        <w:t xml:space="preserve">, on </w:t>
      </w:r>
      <w:r w:rsidR="00E9633A">
        <w:rPr>
          <w:sz w:val="22"/>
          <w:szCs w:val="22"/>
        </w:rPr>
        <w:t>„Kokkuleppe piirhinna jäägi arvelt“ lisaks</w:t>
      </w:r>
      <w:r>
        <w:rPr>
          <w:sz w:val="22"/>
          <w:szCs w:val="22"/>
        </w:rPr>
        <w:t xml:space="preserve"> paigaldatud 4 tk nõrkvoolupesa, 8 tk tugevvoolupesa, aknad on kaetud toonkilega</w:t>
      </w:r>
      <w:r w:rsidR="00FD7C60">
        <w:rPr>
          <w:sz w:val="22"/>
          <w:szCs w:val="22"/>
        </w:rPr>
        <w:t>, garaaži on ühendatud survepesuri ühendamiseks veevarustuse toru koos sulgkraaniga</w:t>
      </w:r>
      <w:r>
        <w:rPr>
          <w:sz w:val="22"/>
          <w:szCs w:val="22"/>
        </w:rPr>
        <w:t xml:space="preserve">. </w:t>
      </w:r>
    </w:p>
    <w:p w14:paraId="3D962CA8" w14:textId="77777777" w:rsidR="00455582" w:rsidRDefault="00455582" w:rsidP="00455582">
      <w:pPr>
        <w:pStyle w:val="Loendilik"/>
        <w:jc w:val="both"/>
        <w:rPr>
          <w:sz w:val="22"/>
          <w:szCs w:val="22"/>
        </w:rPr>
      </w:pPr>
    </w:p>
    <w:p w14:paraId="60B3C057" w14:textId="05783134" w:rsidR="007049AD" w:rsidRPr="00455582" w:rsidRDefault="007049AD" w:rsidP="00455582">
      <w:pPr>
        <w:pStyle w:val="Loendilik"/>
        <w:numPr>
          <w:ilvl w:val="0"/>
          <w:numId w:val="24"/>
        </w:numPr>
        <w:jc w:val="both"/>
        <w:rPr>
          <w:sz w:val="22"/>
          <w:szCs w:val="22"/>
        </w:rPr>
      </w:pPr>
      <w:r w:rsidRPr="00455582">
        <w:rPr>
          <w:sz w:val="22"/>
          <w:szCs w:val="22"/>
        </w:rPr>
        <w:t>Üüripinna kasutamiseks vajalikud läbipääsuvahendid (</w:t>
      </w:r>
      <w:r w:rsidR="00F75D57" w:rsidRPr="00455582">
        <w:rPr>
          <w:sz w:val="22"/>
          <w:szCs w:val="22"/>
        </w:rPr>
        <w:t xml:space="preserve">koodid, </w:t>
      </w:r>
      <w:r w:rsidRPr="00455582">
        <w:rPr>
          <w:sz w:val="22"/>
          <w:szCs w:val="22"/>
        </w:rPr>
        <w:t xml:space="preserve">võtmed,  </w:t>
      </w:r>
      <w:r w:rsidR="00532AEE" w:rsidRPr="00455582">
        <w:rPr>
          <w:sz w:val="22"/>
          <w:szCs w:val="22"/>
        </w:rPr>
        <w:t>kiip</w:t>
      </w:r>
      <w:r w:rsidRPr="00455582">
        <w:rPr>
          <w:sz w:val="22"/>
          <w:szCs w:val="22"/>
        </w:rPr>
        <w:t>kaardid)</w:t>
      </w:r>
      <w:r w:rsidR="00532AEE" w:rsidRPr="00455582">
        <w:rPr>
          <w:sz w:val="22"/>
          <w:szCs w:val="22"/>
        </w:rPr>
        <w:t xml:space="preserve"> on üle antud 03.08.2021 PPA esindajatele </w:t>
      </w:r>
      <w:r w:rsidR="0064451E">
        <w:rPr>
          <w:sz w:val="22"/>
          <w:szCs w:val="22"/>
        </w:rPr>
        <w:t>Arvo Turba</w:t>
      </w:r>
      <w:r w:rsidR="00532AEE" w:rsidRPr="00455582">
        <w:rPr>
          <w:sz w:val="22"/>
          <w:szCs w:val="22"/>
        </w:rPr>
        <w:t xml:space="preserve"> ja Tõnu Pokker, järgmiselt </w:t>
      </w:r>
      <w:r w:rsidRPr="00455582">
        <w:rPr>
          <w:sz w:val="22"/>
          <w:szCs w:val="22"/>
        </w:rPr>
        <w:t>:</w:t>
      </w:r>
    </w:p>
    <w:p w14:paraId="5EB2C542" w14:textId="4C85D7D2" w:rsidR="00532AEE" w:rsidRDefault="00532AEE" w:rsidP="00532AEE">
      <w:pPr>
        <w:pStyle w:val="Loendilik"/>
        <w:numPr>
          <w:ilvl w:val="0"/>
          <w:numId w:val="25"/>
        </w:numPr>
        <w:rPr>
          <w:sz w:val="22"/>
          <w:szCs w:val="22"/>
        </w:rPr>
      </w:pPr>
      <w:r>
        <w:rPr>
          <w:sz w:val="22"/>
          <w:szCs w:val="22"/>
        </w:rPr>
        <w:t>3 tk maja kiipkaarti ho</w:t>
      </w:r>
      <w:r w:rsidR="00F75D57">
        <w:rPr>
          <w:sz w:val="22"/>
          <w:szCs w:val="22"/>
        </w:rPr>
        <w:t>o</w:t>
      </w:r>
      <w:r>
        <w:rPr>
          <w:sz w:val="22"/>
          <w:szCs w:val="22"/>
        </w:rPr>
        <w:t>nesse sisenemiseks;</w:t>
      </w:r>
    </w:p>
    <w:p w14:paraId="02AE0EAD" w14:textId="5EF01341" w:rsidR="00532AEE" w:rsidRDefault="00532AEE" w:rsidP="00532AEE">
      <w:pPr>
        <w:pStyle w:val="Loendilik"/>
        <w:numPr>
          <w:ilvl w:val="0"/>
          <w:numId w:val="25"/>
        </w:numPr>
        <w:rPr>
          <w:sz w:val="22"/>
          <w:szCs w:val="22"/>
        </w:rPr>
      </w:pPr>
      <w:r>
        <w:rPr>
          <w:sz w:val="22"/>
          <w:szCs w:val="22"/>
        </w:rPr>
        <w:t>3 tk PPA ruumide (129,132) uste ajutist kiipkaarti;</w:t>
      </w:r>
    </w:p>
    <w:p w14:paraId="3B1F996A" w14:textId="5B91832C" w:rsidR="00532AEE" w:rsidRDefault="00532AEE" w:rsidP="00532AEE">
      <w:pPr>
        <w:pStyle w:val="Loendilik"/>
        <w:numPr>
          <w:ilvl w:val="0"/>
          <w:numId w:val="25"/>
        </w:numPr>
        <w:rPr>
          <w:sz w:val="22"/>
          <w:szCs w:val="22"/>
        </w:rPr>
      </w:pPr>
      <w:r>
        <w:rPr>
          <w:sz w:val="22"/>
          <w:szCs w:val="22"/>
        </w:rPr>
        <w:t xml:space="preserve">3 tk </w:t>
      </w:r>
      <w:proofErr w:type="spellStart"/>
      <w:r>
        <w:rPr>
          <w:sz w:val="22"/>
          <w:szCs w:val="22"/>
        </w:rPr>
        <w:t>garaaziboksi</w:t>
      </w:r>
      <w:proofErr w:type="spellEnd"/>
      <w:r>
        <w:rPr>
          <w:sz w:val="22"/>
          <w:szCs w:val="22"/>
        </w:rPr>
        <w:t xml:space="preserve"> nr. 3 võtit;</w:t>
      </w:r>
    </w:p>
    <w:p w14:paraId="786223F2" w14:textId="5966ECEC" w:rsidR="00532AEE" w:rsidRDefault="00532AEE" w:rsidP="00532AEE">
      <w:pPr>
        <w:pStyle w:val="Loendilik"/>
        <w:numPr>
          <w:ilvl w:val="0"/>
          <w:numId w:val="25"/>
        </w:numPr>
        <w:rPr>
          <w:sz w:val="22"/>
          <w:szCs w:val="22"/>
        </w:rPr>
      </w:pPr>
      <w:r>
        <w:rPr>
          <w:sz w:val="22"/>
          <w:szCs w:val="22"/>
        </w:rPr>
        <w:t>2 tk ruumi 129 võtit + võtme tellimise kaart;</w:t>
      </w:r>
    </w:p>
    <w:p w14:paraId="6A2BEE69" w14:textId="14252356" w:rsidR="00532AEE" w:rsidRPr="00882D69" w:rsidRDefault="00532AEE" w:rsidP="00532AEE">
      <w:pPr>
        <w:pStyle w:val="Loendilik"/>
        <w:numPr>
          <w:ilvl w:val="0"/>
          <w:numId w:val="25"/>
        </w:numPr>
        <w:rPr>
          <w:sz w:val="22"/>
          <w:szCs w:val="22"/>
        </w:rPr>
      </w:pPr>
      <w:r>
        <w:rPr>
          <w:sz w:val="22"/>
          <w:szCs w:val="22"/>
        </w:rPr>
        <w:t>2 tk ruumi 132 võtit + võtme tellimise kaart;</w:t>
      </w:r>
    </w:p>
    <w:p w14:paraId="5C9C1058" w14:textId="453BECC4" w:rsidR="00532AEE" w:rsidRDefault="00F75D57" w:rsidP="00532AEE">
      <w:pPr>
        <w:pStyle w:val="Loendilik"/>
        <w:numPr>
          <w:ilvl w:val="0"/>
          <w:numId w:val="25"/>
        </w:numPr>
        <w:rPr>
          <w:sz w:val="22"/>
          <w:szCs w:val="22"/>
        </w:rPr>
      </w:pPr>
      <w:r>
        <w:rPr>
          <w:sz w:val="22"/>
          <w:szCs w:val="22"/>
        </w:rPr>
        <w:t xml:space="preserve">1 hoone üldine </w:t>
      </w:r>
      <w:proofErr w:type="spellStart"/>
      <w:r>
        <w:rPr>
          <w:sz w:val="22"/>
          <w:szCs w:val="22"/>
        </w:rPr>
        <w:t>valvestamise</w:t>
      </w:r>
      <w:proofErr w:type="spellEnd"/>
      <w:r>
        <w:rPr>
          <w:sz w:val="22"/>
          <w:szCs w:val="22"/>
        </w:rPr>
        <w:t xml:space="preserve"> kood;</w:t>
      </w:r>
    </w:p>
    <w:p w14:paraId="26F6FCD6" w14:textId="77777777" w:rsidR="00455582" w:rsidRDefault="00455582" w:rsidP="00455582">
      <w:pPr>
        <w:pStyle w:val="Loendilik"/>
        <w:ind w:left="786"/>
        <w:rPr>
          <w:sz w:val="22"/>
          <w:szCs w:val="22"/>
        </w:rPr>
      </w:pPr>
    </w:p>
    <w:p w14:paraId="5AFCB3C4" w14:textId="77777777" w:rsidR="00882D69" w:rsidRPr="00455582" w:rsidRDefault="00882D69" w:rsidP="00455582">
      <w:pPr>
        <w:pStyle w:val="Loendilik"/>
        <w:numPr>
          <w:ilvl w:val="0"/>
          <w:numId w:val="24"/>
        </w:numPr>
        <w:rPr>
          <w:sz w:val="22"/>
          <w:szCs w:val="22"/>
        </w:rPr>
      </w:pPr>
      <w:r w:rsidRPr="00455582">
        <w:rPr>
          <w:sz w:val="22"/>
          <w:szCs w:val="22"/>
        </w:rPr>
        <w:t>Loetelu üürniku kasutusse antavast mööblist ja/või muust inventarist:</w:t>
      </w:r>
    </w:p>
    <w:p w14:paraId="2B895C4B" w14:textId="590FE801" w:rsidR="00BD79A7" w:rsidRDefault="001E7FF1" w:rsidP="005223B0">
      <w:pPr>
        <w:pStyle w:val="Jalus"/>
        <w:tabs>
          <w:tab w:val="clear" w:pos="4153"/>
          <w:tab w:val="clear" w:pos="8306"/>
        </w:tabs>
        <w:ind w:right="360" w:firstLine="426"/>
        <w:rPr>
          <w:sz w:val="22"/>
          <w:szCs w:val="22"/>
        </w:rPr>
      </w:pPr>
      <w:r>
        <w:rPr>
          <w:sz w:val="22"/>
          <w:szCs w:val="22"/>
        </w:rPr>
        <w:t>-</w:t>
      </w:r>
    </w:p>
    <w:p w14:paraId="524441AF" w14:textId="1F98AFD1" w:rsidR="00455582" w:rsidRDefault="00455582" w:rsidP="005223B0">
      <w:pPr>
        <w:pStyle w:val="Jalus"/>
        <w:tabs>
          <w:tab w:val="clear" w:pos="4153"/>
          <w:tab w:val="clear" w:pos="8306"/>
        </w:tabs>
        <w:ind w:right="360" w:firstLine="426"/>
        <w:rPr>
          <w:sz w:val="22"/>
          <w:szCs w:val="22"/>
        </w:rPr>
      </w:pPr>
    </w:p>
    <w:p w14:paraId="3DC6E54A" w14:textId="77777777" w:rsidR="007049AD" w:rsidRPr="00455582" w:rsidRDefault="007049AD" w:rsidP="00455582">
      <w:pPr>
        <w:pStyle w:val="Jalus"/>
        <w:numPr>
          <w:ilvl w:val="0"/>
          <w:numId w:val="24"/>
        </w:numPr>
        <w:tabs>
          <w:tab w:val="clear" w:pos="4153"/>
          <w:tab w:val="clear" w:pos="8306"/>
        </w:tabs>
        <w:ind w:right="360"/>
        <w:rPr>
          <w:sz w:val="22"/>
          <w:szCs w:val="22"/>
        </w:rPr>
      </w:pPr>
      <w:r w:rsidRPr="00455582">
        <w:rPr>
          <w:sz w:val="22"/>
          <w:szCs w:val="22"/>
        </w:rPr>
        <w:t>Märkused</w:t>
      </w:r>
      <w:r w:rsidR="006F3ACC" w:rsidRPr="00455582">
        <w:rPr>
          <w:sz w:val="22"/>
          <w:szCs w:val="22"/>
        </w:rPr>
        <w:t xml:space="preserve"> üüripinna üleandmisel:</w:t>
      </w:r>
    </w:p>
    <w:p w14:paraId="12573043" w14:textId="2C7759F2" w:rsidR="007049AD" w:rsidRDefault="00F75D57" w:rsidP="00F75D57">
      <w:pPr>
        <w:pStyle w:val="Jalus"/>
        <w:numPr>
          <w:ilvl w:val="0"/>
          <w:numId w:val="26"/>
        </w:numPr>
        <w:tabs>
          <w:tab w:val="clear" w:pos="4153"/>
          <w:tab w:val="clear" w:pos="8306"/>
        </w:tabs>
        <w:ind w:right="360"/>
        <w:rPr>
          <w:sz w:val="22"/>
          <w:szCs w:val="22"/>
        </w:rPr>
      </w:pPr>
      <w:r>
        <w:rPr>
          <w:sz w:val="22"/>
          <w:szCs w:val="22"/>
        </w:rPr>
        <w:t xml:space="preserve">SMIT esindaja poolt on 03.08.2021 üle vaadatud ja kontrollitud </w:t>
      </w:r>
      <w:proofErr w:type="spellStart"/>
      <w:r>
        <w:rPr>
          <w:sz w:val="22"/>
          <w:szCs w:val="22"/>
        </w:rPr>
        <w:t>RKAS-i</w:t>
      </w:r>
      <w:proofErr w:type="spellEnd"/>
      <w:r>
        <w:rPr>
          <w:sz w:val="22"/>
          <w:szCs w:val="22"/>
        </w:rPr>
        <w:t xml:space="preserve"> poolt hankega paigaldatud nõrkvoolupaigaldis.</w:t>
      </w:r>
    </w:p>
    <w:p w14:paraId="79C25AB3" w14:textId="54DF8113" w:rsidR="00455582" w:rsidRDefault="00455582" w:rsidP="00F75D57">
      <w:pPr>
        <w:pStyle w:val="Jalus"/>
        <w:numPr>
          <w:ilvl w:val="0"/>
          <w:numId w:val="26"/>
        </w:numPr>
        <w:tabs>
          <w:tab w:val="clear" w:pos="4153"/>
          <w:tab w:val="clear" w:pos="8306"/>
        </w:tabs>
        <w:ind w:right="360"/>
        <w:rPr>
          <w:sz w:val="22"/>
          <w:szCs w:val="22"/>
        </w:rPr>
      </w:pPr>
      <w:r>
        <w:rPr>
          <w:sz w:val="22"/>
          <w:szCs w:val="22"/>
        </w:rPr>
        <w:t>Puhkeruumi 136 kõrval asuvate ruumide 137 ja 141 kasutamine ei kuulu üüripinna sisse;</w:t>
      </w:r>
    </w:p>
    <w:p w14:paraId="1D678A0D" w14:textId="633F4EEF" w:rsidR="00FD7C60" w:rsidRDefault="00951FD9" w:rsidP="00F75D57">
      <w:pPr>
        <w:pStyle w:val="Jalus"/>
        <w:numPr>
          <w:ilvl w:val="0"/>
          <w:numId w:val="26"/>
        </w:numPr>
        <w:tabs>
          <w:tab w:val="clear" w:pos="4153"/>
          <w:tab w:val="clear" w:pos="8306"/>
        </w:tabs>
        <w:ind w:right="360"/>
        <w:rPr>
          <w:sz w:val="22"/>
          <w:szCs w:val="22"/>
        </w:rPr>
      </w:pPr>
      <w:r>
        <w:rPr>
          <w:sz w:val="22"/>
          <w:szCs w:val="22"/>
        </w:rPr>
        <w:t>A</w:t>
      </w:r>
      <w:r w:rsidR="00FD7C60">
        <w:rPr>
          <w:sz w:val="22"/>
          <w:szCs w:val="22"/>
        </w:rPr>
        <w:t>senda</w:t>
      </w:r>
      <w:r>
        <w:rPr>
          <w:sz w:val="22"/>
          <w:szCs w:val="22"/>
        </w:rPr>
        <w:t>t</w:t>
      </w:r>
      <w:r w:rsidR="00FD7C60">
        <w:rPr>
          <w:sz w:val="22"/>
          <w:szCs w:val="22"/>
        </w:rPr>
        <w:t>a</w:t>
      </w:r>
      <w:r>
        <w:rPr>
          <w:sz w:val="22"/>
          <w:szCs w:val="22"/>
        </w:rPr>
        <w:t>kse</w:t>
      </w:r>
      <w:r w:rsidR="00FD7C60">
        <w:rPr>
          <w:sz w:val="22"/>
          <w:szCs w:val="22"/>
        </w:rPr>
        <w:t xml:space="preserve"> hoone tagumise sissepääsu ( jääb ainult PPA kasutusse) ja garaaži tõstvärava silindertüüpi erinevad lukusüdamikud ühe võtmega avatavate lukusüdamike vastu;</w:t>
      </w:r>
    </w:p>
    <w:p w14:paraId="532B3025" w14:textId="26EB73E6" w:rsidR="00B81F4C" w:rsidRPr="00882D69" w:rsidRDefault="00B81F4C" w:rsidP="00F75D57">
      <w:pPr>
        <w:pStyle w:val="Jalus"/>
        <w:numPr>
          <w:ilvl w:val="0"/>
          <w:numId w:val="26"/>
        </w:numPr>
        <w:tabs>
          <w:tab w:val="clear" w:pos="4153"/>
          <w:tab w:val="clear" w:pos="8306"/>
        </w:tabs>
        <w:ind w:right="360"/>
        <w:rPr>
          <w:sz w:val="22"/>
          <w:szCs w:val="22"/>
        </w:rPr>
      </w:pPr>
      <w:r>
        <w:rPr>
          <w:sz w:val="22"/>
          <w:szCs w:val="22"/>
        </w:rPr>
        <w:t xml:space="preserve">Hoone seinale kinnitatav roostevaba silt tuuakse ära </w:t>
      </w:r>
      <w:proofErr w:type="spellStart"/>
      <w:r>
        <w:rPr>
          <w:sz w:val="22"/>
          <w:szCs w:val="22"/>
        </w:rPr>
        <w:t>Võõpsu</w:t>
      </w:r>
      <w:proofErr w:type="spellEnd"/>
      <w:r>
        <w:rPr>
          <w:sz w:val="22"/>
          <w:szCs w:val="22"/>
        </w:rPr>
        <w:t xml:space="preserve"> mnt. 16 , Räpina hoonelt ja kinnitatakse Kalevi 1A, Räpina hoonele, sissekolimise ajal;</w:t>
      </w:r>
    </w:p>
    <w:p w14:paraId="35E32ECA" w14:textId="77777777" w:rsidR="005223B0" w:rsidRDefault="005223B0" w:rsidP="00A46C34">
      <w:pPr>
        <w:jc w:val="both"/>
        <w:rPr>
          <w:sz w:val="22"/>
          <w:szCs w:val="22"/>
        </w:rPr>
      </w:pPr>
    </w:p>
    <w:p w14:paraId="78924146" w14:textId="31C9FD6C" w:rsidR="00F6563D" w:rsidRDefault="00011616" w:rsidP="007049AD">
      <w:pPr>
        <w:spacing w:before="100" w:beforeAutospacing="1" w:after="100" w:afterAutospacing="1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Üüripinna üleandjad: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882D69">
        <w:rPr>
          <w:b/>
          <w:sz w:val="22"/>
          <w:szCs w:val="22"/>
        </w:rPr>
        <w:t>Üüripinna vastuvõtja:</w:t>
      </w:r>
    </w:p>
    <w:p w14:paraId="1DDF13AB" w14:textId="0CA6842E" w:rsidR="00011616" w:rsidRDefault="00455582" w:rsidP="007049AD">
      <w:pPr>
        <w:spacing w:before="100" w:beforeAutospacing="1" w:after="100" w:afterAutospacing="1"/>
        <w:rPr>
          <w:b/>
          <w:sz w:val="22"/>
          <w:szCs w:val="22"/>
        </w:rPr>
      </w:pPr>
      <w:r>
        <w:rPr>
          <w:b/>
          <w:sz w:val="22"/>
          <w:szCs w:val="22"/>
        </w:rPr>
        <w:t>Erich Tohvre</w:t>
      </w:r>
      <w:r w:rsidR="00011616">
        <w:rPr>
          <w:b/>
          <w:sz w:val="22"/>
          <w:szCs w:val="22"/>
        </w:rPr>
        <w:tab/>
      </w:r>
      <w:r w:rsidR="00011616">
        <w:rPr>
          <w:b/>
          <w:sz w:val="22"/>
          <w:szCs w:val="22"/>
        </w:rPr>
        <w:tab/>
      </w:r>
      <w:r w:rsidR="00011616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             Tõnu Ohakas</w:t>
      </w:r>
      <w:r w:rsidR="00011616">
        <w:rPr>
          <w:b/>
          <w:sz w:val="22"/>
          <w:szCs w:val="22"/>
        </w:rPr>
        <w:tab/>
      </w:r>
      <w:r w:rsidR="00011616">
        <w:rPr>
          <w:b/>
          <w:sz w:val="22"/>
          <w:szCs w:val="22"/>
        </w:rPr>
        <w:tab/>
      </w:r>
      <w:r w:rsidR="00011616">
        <w:rPr>
          <w:b/>
          <w:sz w:val="22"/>
          <w:szCs w:val="22"/>
        </w:rPr>
        <w:tab/>
      </w:r>
      <w:r w:rsidR="00011616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 Priit Pitsi</w:t>
      </w:r>
    </w:p>
    <w:p w14:paraId="120236B4" w14:textId="77777777" w:rsidR="00011616" w:rsidRDefault="00011616" w:rsidP="007049AD">
      <w:pPr>
        <w:spacing w:before="100" w:beforeAutospacing="1" w:after="100" w:afterAutospacing="1"/>
        <w:rPr>
          <w:i/>
          <w:sz w:val="22"/>
          <w:szCs w:val="22"/>
        </w:rPr>
      </w:pPr>
      <w:r w:rsidRPr="00882D69">
        <w:rPr>
          <w:i/>
          <w:sz w:val="22"/>
          <w:szCs w:val="22"/>
        </w:rPr>
        <w:t>(allkirjastatud digitaalselt)</w:t>
      </w:r>
      <w:r w:rsidR="00134793">
        <w:rPr>
          <w:i/>
          <w:sz w:val="22"/>
          <w:szCs w:val="22"/>
        </w:rPr>
        <w:tab/>
      </w:r>
      <w:r w:rsidR="00673815">
        <w:rPr>
          <w:i/>
          <w:sz w:val="22"/>
          <w:szCs w:val="22"/>
        </w:rPr>
        <w:tab/>
      </w:r>
      <w:r w:rsidR="00134793" w:rsidRPr="00882D69">
        <w:rPr>
          <w:i/>
          <w:sz w:val="22"/>
          <w:szCs w:val="22"/>
        </w:rPr>
        <w:t>(allkirjastatud digitaalselt)</w:t>
      </w:r>
      <w:r w:rsidR="00134793">
        <w:rPr>
          <w:i/>
          <w:sz w:val="22"/>
          <w:szCs w:val="22"/>
        </w:rPr>
        <w:tab/>
      </w:r>
      <w:r w:rsidR="00134793">
        <w:rPr>
          <w:i/>
          <w:sz w:val="22"/>
          <w:szCs w:val="22"/>
        </w:rPr>
        <w:tab/>
      </w:r>
      <w:r w:rsidR="00134793" w:rsidRPr="00882D69">
        <w:rPr>
          <w:i/>
          <w:sz w:val="22"/>
          <w:szCs w:val="22"/>
        </w:rPr>
        <w:t>(allkirjastatud digitaalselt)</w:t>
      </w:r>
    </w:p>
    <w:p w14:paraId="1822C3C5" w14:textId="46A4C55C" w:rsidR="00C14E37" w:rsidRDefault="00C14E37" w:rsidP="007049AD">
      <w:pPr>
        <w:spacing w:before="100" w:beforeAutospacing="1" w:after="100" w:afterAutospacing="1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RKAS </w:t>
      </w:r>
      <w:r w:rsidR="001E7FF1">
        <w:rPr>
          <w:b/>
          <w:sz w:val="22"/>
          <w:szCs w:val="22"/>
        </w:rPr>
        <w:t>kinnisvarah</w:t>
      </w:r>
      <w:r w:rsidR="00134793" w:rsidRPr="00882D69">
        <w:rPr>
          <w:b/>
          <w:sz w:val="22"/>
          <w:szCs w:val="22"/>
        </w:rPr>
        <w:t>aldur</w:t>
      </w:r>
      <w:r w:rsidR="00134793">
        <w:rPr>
          <w:b/>
          <w:sz w:val="22"/>
          <w:szCs w:val="22"/>
        </w:rPr>
        <w:tab/>
      </w:r>
      <w:r w:rsidR="00134793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RKAS </w:t>
      </w:r>
      <w:r w:rsidR="001E7FF1">
        <w:rPr>
          <w:b/>
          <w:sz w:val="22"/>
          <w:szCs w:val="22"/>
        </w:rPr>
        <w:t xml:space="preserve">kinnisvaraarenduse </w:t>
      </w:r>
      <w:r>
        <w:rPr>
          <w:b/>
          <w:sz w:val="22"/>
          <w:szCs w:val="22"/>
        </w:rPr>
        <w:t xml:space="preserve">         </w:t>
      </w:r>
      <w:r>
        <w:rPr>
          <w:b/>
          <w:sz w:val="22"/>
          <w:szCs w:val="22"/>
        </w:rPr>
        <w:tab/>
        <w:t xml:space="preserve">   PPA kinnisvara</w:t>
      </w:r>
    </w:p>
    <w:p w14:paraId="12F64347" w14:textId="1812579B" w:rsidR="00B41319" w:rsidRPr="009B4698" w:rsidRDefault="00134793" w:rsidP="009B4698">
      <w:pPr>
        <w:spacing w:before="100" w:beforeAutospacing="1" w:after="100" w:afterAutospacing="1"/>
        <w:ind w:left="4320" w:firstLine="720"/>
        <w:rPr>
          <w:b/>
          <w:sz w:val="22"/>
          <w:szCs w:val="22"/>
        </w:rPr>
      </w:pPr>
      <w:r>
        <w:rPr>
          <w:b/>
          <w:sz w:val="22"/>
          <w:szCs w:val="22"/>
        </w:rPr>
        <w:t>projektijuht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C14E37">
        <w:rPr>
          <w:b/>
          <w:sz w:val="22"/>
          <w:szCs w:val="22"/>
        </w:rPr>
        <w:tab/>
        <w:t>spetsialis</w:t>
      </w:r>
      <w:r w:rsidR="007B16EC">
        <w:rPr>
          <w:b/>
          <w:sz w:val="22"/>
          <w:szCs w:val="22"/>
        </w:rPr>
        <w:t>t</w:t>
      </w:r>
    </w:p>
    <w:sectPr w:rsidR="00B41319" w:rsidRPr="009B4698" w:rsidSect="00BF7CB9">
      <w:headerReference w:type="default" r:id="rId12"/>
      <w:footerReference w:type="even" r:id="rId13"/>
      <w:footerReference w:type="default" r:id="rId14"/>
      <w:pgSz w:w="11906" w:h="16838" w:code="9"/>
      <w:pgMar w:top="1134" w:right="1134" w:bottom="1134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CF6614" w14:textId="77777777" w:rsidR="00763691" w:rsidRDefault="00763691">
      <w:r>
        <w:separator/>
      </w:r>
    </w:p>
  </w:endnote>
  <w:endnote w:type="continuationSeparator" w:id="0">
    <w:p w14:paraId="071CB4C5" w14:textId="77777777" w:rsidR="00763691" w:rsidRDefault="00763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4AC32A" w14:textId="77777777" w:rsidR="00341605" w:rsidRDefault="00341605" w:rsidP="00E03B6C">
    <w:pPr>
      <w:pStyle w:val="Jalu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14:paraId="142DC541" w14:textId="77777777" w:rsidR="00341605" w:rsidRDefault="00341605">
    <w:pPr>
      <w:pStyle w:val="Jalus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5E2989" w14:textId="77777777" w:rsidR="00341605" w:rsidRPr="006E2144" w:rsidRDefault="00341605" w:rsidP="006E2144">
    <w:pPr>
      <w:pStyle w:val="Jalus"/>
      <w:framePr w:wrap="around" w:vAnchor="text" w:hAnchor="page" w:x="5857" w:y="-113"/>
      <w:jc w:val="center"/>
      <w:rPr>
        <w:rStyle w:val="Lehekljenumber"/>
        <w:sz w:val="20"/>
        <w:szCs w:val="20"/>
      </w:rPr>
    </w:pPr>
    <w:r w:rsidRPr="006E2144">
      <w:rPr>
        <w:rStyle w:val="Lehekljenumber"/>
        <w:sz w:val="20"/>
        <w:szCs w:val="20"/>
      </w:rPr>
      <w:fldChar w:fldCharType="begin"/>
    </w:r>
    <w:r w:rsidRPr="006E2144">
      <w:rPr>
        <w:rStyle w:val="Lehekljenumber"/>
        <w:sz w:val="20"/>
        <w:szCs w:val="20"/>
      </w:rPr>
      <w:instrText xml:space="preserve">PAGE  </w:instrText>
    </w:r>
    <w:r w:rsidRPr="006E2144">
      <w:rPr>
        <w:rStyle w:val="Lehekljenumber"/>
        <w:sz w:val="20"/>
        <w:szCs w:val="20"/>
      </w:rPr>
      <w:fldChar w:fldCharType="separate"/>
    </w:r>
    <w:r w:rsidR="004F2796">
      <w:rPr>
        <w:rStyle w:val="Lehekljenumber"/>
        <w:noProof/>
        <w:sz w:val="20"/>
        <w:szCs w:val="20"/>
      </w:rPr>
      <w:t>1</w:t>
    </w:r>
    <w:r w:rsidRPr="006E2144">
      <w:rPr>
        <w:rStyle w:val="Lehekljenumber"/>
        <w:sz w:val="20"/>
        <w:szCs w:val="20"/>
      </w:rPr>
      <w:fldChar w:fldCharType="end"/>
    </w:r>
    <w:r w:rsidRPr="006E2144">
      <w:rPr>
        <w:rStyle w:val="Lehekljenumber"/>
        <w:sz w:val="20"/>
        <w:szCs w:val="20"/>
      </w:rPr>
      <w:t>/</w:t>
    </w:r>
    <w:r w:rsidRPr="006E2144">
      <w:rPr>
        <w:rStyle w:val="Lehekljenumber"/>
        <w:sz w:val="20"/>
        <w:szCs w:val="20"/>
      </w:rPr>
      <w:fldChar w:fldCharType="begin"/>
    </w:r>
    <w:r w:rsidRPr="006E2144">
      <w:rPr>
        <w:rStyle w:val="Lehekljenumber"/>
        <w:sz w:val="20"/>
        <w:szCs w:val="20"/>
      </w:rPr>
      <w:instrText xml:space="preserve"> NUMPAGES </w:instrText>
    </w:r>
    <w:r w:rsidRPr="006E2144">
      <w:rPr>
        <w:rStyle w:val="Lehekljenumber"/>
        <w:sz w:val="20"/>
        <w:szCs w:val="20"/>
      </w:rPr>
      <w:fldChar w:fldCharType="separate"/>
    </w:r>
    <w:r w:rsidR="004F2796">
      <w:rPr>
        <w:rStyle w:val="Lehekljenumber"/>
        <w:noProof/>
        <w:sz w:val="20"/>
        <w:szCs w:val="20"/>
      </w:rPr>
      <w:t>2</w:t>
    </w:r>
    <w:r w:rsidRPr="006E2144">
      <w:rPr>
        <w:rStyle w:val="Lehekljenumber"/>
        <w:sz w:val="20"/>
        <w:szCs w:val="20"/>
      </w:rPr>
      <w:fldChar w:fldCharType="end"/>
    </w:r>
  </w:p>
  <w:p w14:paraId="2E6C5BAA" w14:textId="77777777" w:rsidR="00341605" w:rsidRDefault="00341605">
    <w:pPr>
      <w:pStyle w:val="Jalus"/>
      <w:ind w:right="360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BE3414" wp14:editId="34E0E2A5">
              <wp:simplePos x="0" y="0"/>
              <wp:positionH relativeFrom="column">
                <wp:posOffset>-457200</wp:posOffset>
              </wp:positionH>
              <wp:positionV relativeFrom="paragraph">
                <wp:posOffset>-292735</wp:posOffset>
              </wp:positionV>
              <wp:extent cx="228600" cy="572135"/>
              <wp:effectExtent l="0" t="254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572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63A5B0" w14:textId="77777777" w:rsidR="00341605" w:rsidRPr="00BF7CB9" w:rsidRDefault="00341605" w:rsidP="00BF7CB9">
                          <w:pPr>
                            <w:rPr>
                              <w:szCs w:val="12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BE341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36pt;margin-top:-23.05pt;width:18pt;height:4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" stroked="f">
              <v:textbox style="layout-flow:vertical">
                <w:txbxContent>
                  <w:p w14:paraId="3263A5B0" w14:textId="77777777" w:rsidR="00341605" w:rsidRPr="00BF7CB9" w:rsidRDefault="00341605" w:rsidP="00BF7CB9">
                    <w:pPr>
                      <w:rPr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45BFD7" w14:textId="77777777" w:rsidR="00763691" w:rsidRDefault="00763691">
      <w:r>
        <w:separator/>
      </w:r>
    </w:p>
  </w:footnote>
  <w:footnote w:type="continuationSeparator" w:id="0">
    <w:p w14:paraId="3669C14A" w14:textId="77777777" w:rsidR="00763691" w:rsidRDefault="00763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F9ED37" w14:textId="77777777" w:rsidR="006E2144" w:rsidRPr="006E2144" w:rsidRDefault="006E2144" w:rsidP="006E2144">
    <w:pPr>
      <w:pStyle w:val="Pis"/>
      <w:tabs>
        <w:tab w:val="clear" w:pos="4320"/>
        <w:tab w:val="clear" w:pos="8640"/>
        <w:tab w:val="left" w:pos="7428"/>
      </w:tabs>
      <w:rPr>
        <w:sz w:val="20"/>
        <w:szCs w:val="20"/>
      </w:rPr>
    </w:pPr>
    <w:r>
      <w:rPr>
        <w:noProof/>
        <w:lang w:eastAsia="et-EE"/>
      </w:rPr>
      <w:drawing>
        <wp:inline distT="0" distB="0" distL="0" distR="0" wp14:anchorId="76CC859F" wp14:editId="1F2F1ED2">
          <wp:extent cx="2503870" cy="216000"/>
          <wp:effectExtent l="0" t="0" r="0" b="0"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rka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0387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 w:rsidR="003760E2">
      <w:rPr>
        <w:sz w:val="20"/>
        <w:szCs w:val="20"/>
      </w:rPr>
      <w:t>HAL.1.5.v02</w:t>
    </w:r>
  </w:p>
  <w:p w14:paraId="5E0E097B" w14:textId="77777777" w:rsidR="006E2144" w:rsidRPr="006E2144" w:rsidRDefault="003760E2" w:rsidP="006E2144">
    <w:pPr>
      <w:pStyle w:val="Pis"/>
      <w:tabs>
        <w:tab w:val="clear" w:pos="4320"/>
        <w:tab w:val="clear" w:pos="8640"/>
        <w:tab w:val="left" w:pos="7428"/>
      </w:tabs>
      <w:rPr>
        <w:sz w:val="20"/>
        <w:szCs w:val="20"/>
      </w:rPr>
    </w:pPr>
    <w:r>
      <w:rPr>
        <w:sz w:val="20"/>
        <w:szCs w:val="20"/>
      </w:rPr>
      <w:tab/>
      <w:t>Kinnitatud: 22.09.2016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A42940"/>
    <w:multiLevelType w:val="hybridMultilevel"/>
    <w:tmpl w:val="84AC4616"/>
    <w:lvl w:ilvl="0" w:tplc="3EA800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138976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B6428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EFE61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2ED73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C4FA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0CE9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64FC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E0FE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6C5686"/>
    <w:multiLevelType w:val="hybridMultilevel"/>
    <w:tmpl w:val="18804744"/>
    <w:lvl w:ilvl="0" w:tplc="7ACED508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58E6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2A9F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6AB2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206B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2613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368B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F624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C7C2B4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CA4C79"/>
    <w:multiLevelType w:val="hybridMultilevel"/>
    <w:tmpl w:val="F612922E"/>
    <w:lvl w:ilvl="0" w:tplc="6958BEAE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74F2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FEC7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8E04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0412B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32635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F609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3227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56DAA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8B0C6C"/>
    <w:multiLevelType w:val="hybridMultilevel"/>
    <w:tmpl w:val="8C6EB898"/>
    <w:lvl w:ilvl="0" w:tplc="4808DAF2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707B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5CFB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63E4C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B61A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167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6AD8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84FF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0E90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F624DF"/>
    <w:multiLevelType w:val="hybridMultilevel"/>
    <w:tmpl w:val="5CF0D6EE"/>
    <w:lvl w:ilvl="0" w:tplc="24F079D2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8425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F07D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0660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AE65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8C4B4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3658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EC97C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FA7A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C64BDC"/>
    <w:multiLevelType w:val="hybridMultilevel"/>
    <w:tmpl w:val="F60EFB0E"/>
    <w:lvl w:ilvl="0" w:tplc="06625162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5814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BFEADE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0E422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3E378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2CE6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4EE7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145B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2039B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6D039C5"/>
    <w:multiLevelType w:val="hybridMultilevel"/>
    <w:tmpl w:val="AB708BE0"/>
    <w:lvl w:ilvl="0" w:tplc="E1EE28C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66159C3"/>
    <w:multiLevelType w:val="hybridMultilevel"/>
    <w:tmpl w:val="A1BEA3A8"/>
    <w:lvl w:ilvl="0" w:tplc="F9027E18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D808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B2DD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A437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320A7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88221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37C45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BA8E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B9CB3E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EA2B76"/>
    <w:multiLevelType w:val="hybridMultilevel"/>
    <w:tmpl w:val="5B740F0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B212A6"/>
    <w:multiLevelType w:val="hybridMultilevel"/>
    <w:tmpl w:val="3810242A"/>
    <w:lvl w:ilvl="0" w:tplc="A882EDD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D8F7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9CEB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BCA6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8C9C2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97E32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3A44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6EE1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A840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A12000B"/>
    <w:multiLevelType w:val="hybridMultilevel"/>
    <w:tmpl w:val="82BCFE88"/>
    <w:lvl w:ilvl="0" w:tplc="63A87A72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2DAAD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34E81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C2C7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42A1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7EE72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70BE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8A9B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8B218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5053C6"/>
    <w:multiLevelType w:val="hybridMultilevel"/>
    <w:tmpl w:val="C8444B0A"/>
    <w:lvl w:ilvl="0" w:tplc="E77E817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F5D2217"/>
    <w:multiLevelType w:val="hybridMultilevel"/>
    <w:tmpl w:val="12D49D8A"/>
    <w:lvl w:ilvl="0" w:tplc="6400DEDA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768A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52F76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4367A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3C130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F0C84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02D1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39008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8D6DC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3A71095"/>
    <w:multiLevelType w:val="hybridMultilevel"/>
    <w:tmpl w:val="88824B82"/>
    <w:lvl w:ilvl="0" w:tplc="369A3B98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9A27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BC094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FEE6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A657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6D6B8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50C8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7AB9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3430F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0F21A49"/>
    <w:multiLevelType w:val="hybridMultilevel"/>
    <w:tmpl w:val="256ADFD0"/>
    <w:lvl w:ilvl="0" w:tplc="E626EE2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BE36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C807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3AD3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DE9C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D9880E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04E6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E4D9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3AE74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CD5C47"/>
    <w:multiLevelType w:val="hybridMultilevel"/>
    <w:tmpl w:val="9A16BDB0"/>
    <w:lvl w:ilvl="0" w:tplc="B198902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CEE28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342F9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410C0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30318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1CB41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F284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F429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2B626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56539DE"/>
    <w:multiLevelType w:val="hybridMultilevel"/>
    <w:tmpl w:val="8090B14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471B43"/>
    <w:multiLevelType w:val="hybridMultilevel"/>
    <w:tmpl w:val="34D4F56A"/>
    <w:lvl w:ilvl="0" w:tplc="A03CBAF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71FAFDF0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077C62"/>
    <w:multiLevelType w:val="hybridMultilevel"/>
    <w:tmpl w:val="25245864"/>
    <w:lvl w:ilvl="0" w:tplc="6C240166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04A1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F6E6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B1402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CD9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02B2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4E0A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6EE5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54A2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61F5593"/>
    <w:multiLevelType w:val="hybridMultilevel"/>
    <w:tmpl w:val="6CC0A480"/>
    <w:lvl w:ilvl="0" w:tplc="5FB052B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92F4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F04C0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7344F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AA5E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045D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188CE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EA708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FA0E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6A7407D"/>
    <w:multiLevelType w:val="hybridMultilevel"/>
    <w:tmpl w:val="6218CEC8"/>
    <w:lvl w:ilvl="0" w:tplc="606EEEF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21AE7B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59481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7CE7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104D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0A0ECE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C02F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9659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8A56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A04359E"/>
    <w:multiLevelType w:val="hybridMultilevel"/>
    <w:tmpl w:val="678830EC"/>
    <w:lvl w:ilvl="0" w:tplc="45ECD3D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A3A40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E8AE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BE2E1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3A26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9EC4B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B3C2A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E1C5F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C2FB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B26462D"/>
    <w:multiLevelType w:val="hybridMultilevel"/>
    <w:tmpl w:val="D2EEA0F8"/>
    <w:lvl w:ilvl="0" w:tplc="E376D46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0AF5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6A40C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945B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286F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582B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BA6F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F0BA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B4066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C075B27"/>
    <w:multiLevelType w:val="hybridMultilevel"/>
    <w:tmpl w:val="3E824C9E"/>
    <w:lvl w:ilvl="0" w:tplc="BDB0B23C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02FD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3C70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F8A8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A4EE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2A95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A86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B891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D2FA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CE47E66"/>
    <w:multiLevelType w:val="hybridMultilevel"/>
    <w:tmpl w:val="A2AE6A9A"/>
    <w:lvl w:ilvl="0" w:tplc="0E3696E6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F5473A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F8454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3F2F0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DC3D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FC00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D6AB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A42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7646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DA03811"/>
    <w:multiLevelType w:val="hybridMultilevel"/>
    <w:tmpl w:val="6B32CFF2"/>
    <w:lvl w:ilvl="0" w:tplc="02DC0E78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C050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2F6E5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0A5E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F0A7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3AB1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0C0E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1AD3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76CA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9"/>
  </w:num>
  <w:num w:numId="3">
    <w:abstractNumId w:val="19"/>
  </w:num>
  <w:num w:numId="4">
    <w:abstractNumId w:val="20"/>
  </w:num>
  <w:num w:numId="5">
    <w:abstractNumId w:val="14"/>
  </w:num>
  <w:num w:numId="6">
    <w:abstractNumId w:val="4"/>
  </w:num>
  <w:num w:numId="7">
    <w:abstractNumId w:val="21"/>
  </w:num>
  <w:num w:numId="8">
    <w:abstractNumId w:val="5"/>
  </w:num>
  <w:num w:numId="9">
    <w:abstractNumId w:val="13"/>
  </w:num>
  <w:num w:numId="10">
    <w:abstractNumId w:val="18"/>
  </w:num>
  <w:num w:numId="11">
    <w:abstractNumId w:val="3"/>
  </w:num>
  <w:num w:numId="12">
    <w:abstractNumId w:val="22"/>
  </w:num>
  <w:num w:numId="13">
    <w:abstractNumId w:val="1"/>
  </w:num>
  <w:num w:numId="14">
    <w:abstractNumId w:val="2"/>
  </w:num>
  <w:num w:numId="15">
    <w:abstractNumId w:val="15"/>
  </w:num>
  <w:num w:numId="16">
    <w:abstractNumId w:val="24"/>
  </w:num>
  <w:num w:numId="17">
    <w:abstractNumId w:val="25"/>
  </w:num>
  <w:num w:numId="18">
    <w:abstractNumId w:val="12"/>
  </w:num>
  <w:num w:numId="19">
    <w:abstractNumId w:val="10"/>
  </w:num>
  <w:num w:numId="20">
    <w:abstractNumId w:val="7"/>
  </w:num>
  <w:num w:numId="21">
    <w:abstractNumId w:val="23"/>
  </w:num>
  <w:num w:numId="22">
    <w:abstractNumId w:val="17"/>
  </w:num>
  <w:num w:numId="23">
    <w:abstractNumId w:val="16"/>
  </w:num>
  <w:num w:numId="24">
    <w:abstractNumId w:val="8"/>
  </w:num>
  <w:num w:numId="25">
    <w:abstractNumId w:val="11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9A7"/>
    <w:rsid w:val="00010290"/>
    <w:rsid w:val="00011616"/>
    <w:rsid w:val="0005496F"/>
    <w:rsid w:val="00134793"/>
    <w:rsid w:val="00171ADC"/>
    <w:rsid w:val="00193F48"/>
    <w:rsid w:val="001A22AE"/>
    <w:rsid w:val="001A3650"/>
    <w:rsid w:val="001E7FF1"/>
    <w:rsid w:val="0020000D"/>
    <w:rsid w:val="00217E57"/>
    <w:rsid w:val="002566F9"/>
    <w:rsid w:val="00272B01"/>
    <w:rsid w:val="002946EC"/>
    <w:rsid w:val="00296AFD"/>
    <w:rsid w:val="002D0BB7"/>
    <w:rsid w:val="002D3617"/>
    <w:rsid w:val="002E41FC"/>
    <w:rsid w:val="00341605"/>
    <w:rsid w:val="00344B03"/>
    <w:rsid w:val="00364FAB"/>
    <w:rsid w:val="003760E2"/>
    <w:rsid w:val="003B1A30"/>
    <w:rsid w:val="003B67B7"/>
    <w:rsid w:val="003E6590"/>
    <w:rsid w:val="00404288"/>
    <w:rsid w:val="00440E56"/>
    <w:rsid w:val="00455582"/>
    <w:rsid w:val="004A317C"/>
    <w:rsid w:val="004B125E"/>
    <w:rsid w:val="004C3D70"/>
    <w:rsid w:val="004C5EB1"/>
    <w:rsid w:val="004E14E1"/>
    <w:rsid w:val="004E2D84"/>
    <w:rsid w:val="004E4EE3"/>
    <w:rsid w:val="004F2796"/>
    <w:rsid w:val="00504F00"/>
    <w:rsid w:val="005223B0"/>
    <w:rsid w:val="00532AEE"/>
    <w:rsid w:val="005B18B8"/>
    <w:rsid w:val="005D2768"/>
    <w:rsid w:val="00614109"/>
    <w:rsid w:val="0064451E"/>
    <w:rsid w:val="00662CC3"/>
    <w:rsid w:val="00673815"/>
    <w:rsid w:val="006C650D"/>
    <w:rsid w:val="006E2144"/>
    <w:rsid w:val="006F3ACC"/>
    <w:rsid w:val="007049AD"/>
    <w:rsid w:val="00725BA0"/>
    <w:rsid w:val="007316C9"/>
    <w:rsid w:val="00752162"/>
    <w:rsid w:val="00755079"/>
    <w:rsid w:val="00763691"/>
    <w:rsid w:val="007923B7"/>
    <w:rsid w:val="007A1BA5"/>
    <w:rsid w:val="007B16EC"/>
    <w:rsid w:val="007B7778"/>
    <w:rsid w:val="00882D69"/>
    <w:rsid w:val="00904410"/>
    <w:rsid w:val="00951FD9"/>
    <w:rsid w:val="009B4698"/>
    <w:rsid w:val="009C4B4F"/>
    <w:rsid w:val="00A07645"/>
    <w:rsid w:val="00A11986"/>
    <w:rsid w:val="00A46C34"/>
    <w:rsid w:val="00A719D2"/>
    <w:rsid w:val="00AA3B35"/>
    <w:rsid w:val="00AC4ED0"/>
    <w:rsid w:val="00AF7974"/>
    <w:rsid w:val="00B41319"/>
    <w:rsid w:val="00B81F4C"/>
    <w:rsid w:val="00BD79A7"/>
    <w:rsid w:val="00BE470C"/>
    <w:rsid w:val="00BF7CB9"/>
    <w:rsid w:val="00C14E37"/>
    <w:rsid w:val="00C25756"/>
    <w:rsid w:val="00C8347C"/>
    <w:rsid w:val="00CE5C33"/>
    <w:rsid w:val="00D623DD"/>
    <w:rsid w:val="00DD6093"/>
    <w:rsid w:val="00DF16DE"/>
    <w:rsid w:val="00E03B6C"/>
    <w:rsid w:val="00E32297"/>
    <w:rsid w:val="00E740EC"/>
    <w:rsid w:val="00E9633A"/>
    <w:rsid w:val="00F1292C"/>
    <w:rsid w:val="00F3540F"/>
    <w:rsid w:val="00F6563D"/>
    <w:rsid w:val="00F75D57"/>
    <w:rsid w:val="00FC5ECB"/>
    <w:rsid w:val="00FD7C60"/>
    <w:rsid w:val="00FE5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FC5CB20"/>
  <w15:docId w15:val="{6EA9A78B-50CD-44BC-96D3-331C16B50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2E41FC"/>
    <w:rPr>
      <w:sz w:val="24"/>
      <w:szCs w:val="24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rsid w:val="002E41FC"/>
    <w:pPr>
      <w:tabs>
        <w:tab w:val="center" w:pos="4153"/>
        <w:tab w:val="right" w:pos="8306"/>
      </w:tabs>
    </w:pPr>
  </w:style>
  <w:style w:type="character" w:styleId="Lehekljenumber">
    <w:name w:val="page number"/>
    <w:basedOn w:val="Liguvaikefont"/>
    <w:rsid w:val="002E41FC"/>
  </w:style>
  <w:style w:type="paragraph" w:styleId="Pis">
    <w:name w:val="header"/>
    <w:basedOn w:val="Normaallaad"/>
    <w:rsid w:val="004E14E1"/>
    <w:pPr>
      <w:tabs>
        <w:tab w:val="center" w:pos="4320"/>
        <w:tab w:val="right" w:pos="8640"/>
      </w:tabs>
    </w:pPr>
  </w:style>
  <w:style w:type="paragraph" w:styleId="Jutumullitekst">
    <w:name w:val="Balloon Text"/>
    <w:basedOn w:val="Normaallaad"/>
    <w:link w:val="JutumullitekstMrk"/>
    <w:rsid w:val="00BF7CB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BF7CB9"/>
    <w:rPr>
      <w:rFonts w:ascii="Tahoma" w:hAnsi="Tahoma" w:cs="Tahoma"/>
      <w:sz w:val="16"/>
      <w:szCs w:val="16"/>
      <w:lang w:eastAsia="en-US"/>
    </w:rPr>
  </w:style>
  <w:style w:type="character" w:customStyle="1" w:styleId="JalusMrk">
    <w:name w:val="Jalus Märk"/>
    <w:basedOn w:val="Liguvaikefont"/>
    <w:link w:val="Jalus"/>
    <w:rsid w:val="007049AD"/>
    <w:rPr>
      <w:sz w:val="24"/>
      <w:szCs w:val="24"/>
      <w:lang w:eastAsia="en-US"/>
    </w:rPr>
  </w:style>
  <w:style w:type="paragraph" w:styleId="Loendilik">
    <w:name w:val="List Paragraph"/>
    <w:basedOn w:val="Normaallaad"/>
    <w:uiPriority w:val="34"/>
    <w:qFormat/>
    <w:rsid w:val="007049AD"/>
    <w:pPr>
      <w:ind w:left="720"/>
      <w:contextualSpacing/>
    </w:pPr>
  </w:style>
  <w:style w:type="character" w:styleId="Kommentaariviide">
    <w:name w:val="annotation reference"/>
    <w:basedOn w:val="Liguvaikefont"/>
    <w:rsid w:val="00010290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010290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rsid w:val="00010290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rsid w:val="00010290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rsid w:val="00010290"/>
    <w:rPr>
      <w:b/>
      <w:bCs/>
      <w:lang w:eastAsia="en-US"/>
    </w:rPr>
  </w:style>
  <w:style w:type="paragraph" w:styleId="Allmrkusetekst">
    <w:name w:val="footnote text"/>
    <w:basedOn w:val="Normaallaad"/>
    <w:link w:val="AllmrkusetekstMrk"/>
    <w:semiHidden/>
    <w:unhideWhenUsed/>
    <w:rsid w:val="0034160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semiHidden/>
    <w:rsid w:val="00341605"/>
    <w:rPr>
      <w:lang w:eastAsia="en-US"/>
    </w:rPr>
  </w:style>
  <w:style w:type="character" w:styleId="Allmrkuseviide">
    <w:name w:val="footnote reference"/>
    <w:basedOn w:val="Liguvaikefont"/>
    <w:semiHidden/>
    <w:unhideWhenUsed/>
    <w:rsid w:val="00341605"/>
    <w:rPr>
      <w:vertAlign w:val="superscript"/>
    </w:rPr>
  </w:style>
  <w:style w:type="table" w:styleId="Kontuurtabel">
    <w:name w:val="Table Grid"/>
    <w:basedOn w:val="Normaaltabel"/>
    <w:rsid w:val="00341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6-AKTID%20(va.%20rahalised%20aktid)\&#220;&#252;ripinna%20&#252;leandmise-vastuv&#245;tmise%20akt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Kinnitatud xmlns="a0f99b2d-f3a6-4d45-a759-bef48dc40ec9">2015-07-30T21:00:00+00:00</Kinnitatud>
    <T_x00e4_his xmlns="a0f99b2d-f3a6-4d45-a759-bef48dc40ec9">HAL.1.5.</T_x00e4_his>
    <M_x00e4_rkused xmlns="a0f99b2d-f3a6-4d45-a759-bef48dc40ec9" xsi:nil="true"/>
    <Kehtetuks_x0020_tunnistatud xmlns="a0f99b2d-f3a6-4d45-a759-bef48dc40ec9" xsi:nil="true"/>
    <Dokumendi_x0020_haldur xmlns="a0f99b2d-f3a6-4d45-a759-bef48dc40ec9">Haldusosakonna juhataja</Dokumendi_x0020_haldur>
    <Versiooni_x0020_nr xmlns="a0f99b2d-f3a6-4d45-a759-bef48dc40ec9">01</Versiooni_x0020_nr>
    <Dokumendi_x0020_liik xmlns="a0f99b2d-f3a6-4d45-a759-bef48dc40ec9">Vorm</Dokumendi_x0020_liik>
    <Arhiveeritud xmlns="a0f99b2d-f3a6-4d45-a759-bef48dc40ec9">false</Arhiveeritud>
    <Valdkond xmlns="a0f99b2d-f3a6-4d45-a759-bef48dc40ec9">01_Kinnisvara haldamine ja hooldamine</Valdkond>
    <Viimati_x0020_muudetud xmlns="a0f99b2d-f3a6-4d45-a759-bef48dc40ec9">2016-09-21T21:00:00+00:00</Viimati_x0020_muudetud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1126A31A03864EA1E7F5E659622733" ma:contentTypeVersion="13" ma:contentTypeDescription="Loo uus dokument" ma:contentTypeScope="" ma:versionID="0fa65bdf6cb0dde8eaedefaa81fed152">
  <xsd:schema xmlns:xsd="http://www.w3.org/2001/XMLSchema" xmlns:p="http://schemas.microsoft.com/office/2006/metadata/properties" xmlns:ns2="a0f99b2d-f3a6-4d45-a759-bef48dc40ec9" targetNamespace="http://schemas.microsoft.com/office/2006/metadata/properties" ma:root="true" ma:fieldsID="e873b6a9b65c40091426e5447107230d" ns2:_="">
    <xsd:import namespace="a0f99b2d-f3a6-4d45-a759-bef48dc40ec9"/>
    <xsd:element name="properties">
      <xsd:complexType>
        <xsd:sequence>
          <xsd:element name="documentManagement">
            <xsd:complexType>
              <xsd:all>
                <xsd:element ref="ns2:Kinnitatud" minOccurs="0"/>
                <xsd:element ref="ns2:Valdkond" minOccurs="0"/>
                <xsd:element ref="ns2:T_x00e4_his" minOccurs="0"/>
                <xsd:element ref="ns2:Dokumendi_x0020_liik" minOccurs="0"/>
                <xsd:element ref="ns2:Viimati_x0020_muudetud" minOccurs="0"/>
                <xsd:element ref="ns2:Dokumendi_x0020_haldur" minOccurs="0"/>
                <xsd:element ref="ns2:Versiooni_x0020_nr" minOccurs="0"/>
                <xsd:element ref="ns2:Arhiveeritud" minOccurs="0"/>
                <xsd:element ref="ns2:M_x00e4_rkused" minOccurs="0"/>
                <xsd:element ref="ns2:Kehtetuks_x0020_tunnistatu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a0f99b2d-f3a6-4d45-a759-bef48dc40ec9" elementFormDefault="qualified">
    <xsd:import namespace="http://schemas.microsoft.com/office/2006/documentManagement/types"/>
    <xsd:element name="Kinnitatud" ma:index="8" nillable="true" ma:displayName="Kinnitatud" ma:default="" ma:format="DateOnly" ma:internalName="Kinnitatud">
      <xsd:simpleType>
        <xsd:restriction base="dms:DateTime"/>
      </xsd:simpleType>
    </xsd:element>
    <xsd:element name="Valdkond" ma:index="9" nillable="true" ma:displayName="Valdkond" ma:internalName="Valdkond">
      <xsd:simpleType>
        <xsd:restriction base="dms:Text">
          <xsd:maxLength value="255"/>
        </xsd:restriction>
      </xsd:simpleType>
    </xsd:element>
    <xsd:element name="T_x00e4_his" ma:index="10" nillable="true" ma:displayName="Tähis" ma:internalName="T_x00e4_his">
      <xsd:simpleType>
        <xsd:restriction base="dms:Text">
          <xsd:maxLength value="255"/>
        </xsd:restriction>
      </xsd:simpleType>
    </xsd:element>
    <xsd:element name="Dokumendi_x0020_liik" ma:index="11" nillable="true" ma:displayName="Dokumendi liik" ma:internalName="Dokumendi_x0020_liik">
      <xsd:simpleType>
        <xsd:restriction base="dms:Text">
          <xsd:maxLength value="255"/>
        </xsd:restriction>
      </xsd:simpleType>
    </xsd:element>
    <xsd:element name="Viimati_x0020_muudetud" ma:index="12" nillable="true" ma:displayName="Viimati muudetud" ma:format="DateOnly" ma:internalName="Viimati_x0020_muudetud">
      <xsd:simpleType>
        <xsd:restriction base="dms:DateTime"/>
      </xsd:simpleType>
    </xsd:element>
    <xsd:element name="Dokumendi_x0020_haldur" ma:index="13" nillable="true" ma:displayName="Dokumendi haldur" ma:internalName="Dokumendi_x0020_haldur">
      <xsd:simpleType>
        <xsd:restriction base="dms:Text">
          <xsd:maxLength value="255"/>
        </xsd:restriction>
      </xsd:simpleType>
    </xsd:element>
    <xsd:element name="Versiooni_x0020_nr" ma:index="14" nillable="true" ma:displayName="Versiooni nr" ma:internalName="Versiooni_x0020_nr">
      <xsd:simpleType>
        <xsd:restriction base="dms:Text">
          <xsd:maxLength value="255"/>
        </xsd:restriction>
      </xsd:simpleType>
    </xsd:element>
    <xsd:element name="Arhiveeritud" ma:index="15" nillable="true" ma:displayName="Arhiveeritud" ma:default="0" ma:internalName="Arhiveeritud">
      <xsd:simpleType>
        <xsd:restriction base="dms:Boolean"/>
      </xsd:simpleType>
    </xsd:element>
    <xsd:element name="M_x00e4_rkused" ma:index="16" nillable="true" ma:displayName="Märkused" ma:internalName="M_x00e4_rkused">
      <xsd:simpleType>
        <xsd:restriction base="dms:Note"/>
      </xsd:simpleType>
    </xsd:element>
    <xsd:element name="Kehtetuks_x0020_tunnistatud" ma:index="17" nillable="true" ma:displayName="Kehtetuks tunnistatud" ma:format="DateOnly" ma:internalName="Kehtetuks_x0020_tunnistatu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 ma:readOnly="tru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23BFA-7F56-4D35-AC9E-3012268A00B7}">
  <ds:schemaRefs>
    <ds:schemaRef ds:uri="http://schemas.microsoft.com/office/2006/metadata/properties"/>
    <ds:schemaRef ds:uri="a0f99b2d-f3a6-4d45-a759-bef48dc40ec9"/>
  </ds:schemaRefs>
</ds:datastoreItem>
</file>

<file path=customXml/itemProps2.xml><?xml version="1.0" encoding="utf-8"?>
<ds:datastoreItem xmlns:ds="http://schemas.openxmlformats.org/officeDocument/2006/customXml" ds:itemID="{FC3AA55E-4BAE-486A-868A-4C14519B37E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2A36DC36-EA6D-4A57-B70F-F06497E97D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DA72D9-DFC2-48FD-9A75-B94B52438B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f99b2d-f3a6-4d45-a759-bef48dc40ec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810D53BE-7304-4C66-A6B5-BC74CA30D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Üüripinna üleandmise-vastuvõtmise akt</Template>
  <TotalTime>52</TotalTime>
  <Pages>1</Pages>
  <Words>346</Words>
  <Characters>2010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Üüripinna üleandmise-vastuvõtmise akt</vt:lpstr>
      <vt:lpstr>Akt üüripinna üleandmise-vastuvõtmise kohta</vt:lpstr>
    </vt:vector>
  </TitlesOfParts>
  <Company>Riigi Kinnisvara AS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Üüripinna üleandmise-vastuvõtmise akt</dc:title>
  <dc:creator>Tanel Saue</dc:creator>
  <cp:lastModifiedBy>Tõnu Ohakas</cp:lastModifiedBy>
  <cp:revision>13</cp:revision>
  <dcterms:created xsi:type="dcterms:W3CDTF">2021-08-03T10:39:00Z</dcterms:created>
  <dcterms:modified xsi:type="dcterms:W3CDTF">2021-09-14T06:26:00Z</dcterms:modified>
  <cp:category>Normdokument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0x010100391126A31A03864EA1E7F5E659622733</vt:lpwstr>
  </property>
  <property fmtid="{D5CDD505-2E9C-101B-9397-08002B2CF9AE}" pid="4" name="Valdkond">
    <vt:lpwstr>01_Kinnisvara haldamine ja hooldamine</vt:lpwstr>
  </property>
  <property fmtid="{D5CDD505-2E9C-101B-9397-08002B2CF9AE}" pid="5" name="Dokumendi haldur">
    <vt:lpwstr>Haldusosakonna juhataja</vt:lpwstr>
  </property>
  <property fmtid="{D5CDD505-2E9C-101B-9397-08002B2CF9AE}" pid="6" name="Arhiveeritud">
    <vt:lpwstr>false</vt:lpwstr>
  </property>
  <property fmtid="{D5CDD505-2E9C-101B-9397-08002B2CF9AE}" pid="7" name="Kinnitatud">
    <vt:lpwstr>2006-03-15T22:00:00+00:00</vt:lpwstr>
  </property>
  <property fmtid="{D5CDD505-2E9C-101B-9397-08002B2CF9AE}" pid="8" name="Tähis">
    <vt:lpwstr>HA-V10</vt:lpwstr>
  </property>
  <property fmtid="{D5CDD505-2E9C-101B-9397-08002B2CF9AE}" pid="9" name="Dokumendi liik">
    <vt:lpwstr>Vorm</vt:lpwstr>
  </property>
  <property fmtid="{D5CDD505-2E9C-101B-9397-08002B2CF9AE}" pid="10" name="Versiooni nr">
    <vt:lpwstr>v01</vt:lpwstr>
  </property>
</Properties>
</file>